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058F" w14:textId="69FF9CD7" w:rsidR="00973492" w:rsidRDefault="004448F8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Allegato </w:t>
      </w:r>
      <w:r w:rsidR="00EF02F9">
        <w:rPr>
          <w:b/>
          <w:bCs/>
          <w:sz w:val="22"/>
          <w:szCs w:val="22"/>
        </w:rPr>
        <w:t>2</w:t>
      </w:r>
    </w:p>
    <w:p w14:paraId="709316FD" w14:textId="77777777" w:rsidR="00973492" w:rsidRDefault="004448F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DICHIARAZIONE PERSONALE CUMULATIVA</w:t>
      </w:r>
    </w:p>
    <w:p w14:paraId="55E5D228" w14:textId="77777777" w:rsidR="00973492" w:rsidRDefault="00973492">
      <w:pPr>
        <w:pStyle w:val="Default"/>
        <w:jc w:val="center"/>
        <w:rPr>
          <w:b/>
          <w:bCs/>
          <w:sz w:val="22"/>
          <w:szCs w:val="22"/>
        </w:rPr>
      </w:pPr>
    </w:p>
    <w:p w14:paraId="6CBC383F" w14:textId="77777777" w:rsidR="00973492" w:rsidRDefault="00973492">
      <w:pPr>
        <w:spacing w:after="0" w:line="240" w:lineRule="auto"/>
        <w:jc w:val="right"/>
        <w:rPr>
          <w:rFonts w:cs="Calibri"/>
        </w:rPr>
      </w:pPr>
    </w:p>
    <w:p w14:paraId="0BC6C26D" w14:textId="77777777" w:rsidR="00973492" w:rsidRDefault="004448F8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AL DIRIGENTE SCOLASTICO</w:t>
      </w:r>
    </w:p>
    <w:p w14:paraId="631D74AF" w14:textId="77777777" w:rsidR="00973492" w:rsidRDefault="004448F8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 I.C. “MARVASI VIZZONE”</w:t>
      </w:r>
    </w:p>
    <w:p w14:paraId="7C125A67" w14:textId="77777777" w:rsidR="00973492" w:rsidRDefault="004448F8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ROSARNO-SAN FERDINANDO (RC) </w:t>
      </w:r>
    </w:p>
    <w:p w14:paraId="672312C8" w14:textId="77777777" w:rsidR="00973492" w:rsidRDefault="00973492">
      <w:pPr>
        <w:pStyle w:val="Default"/>
        <w:jc w:val="right"/>
        <w:rPr>
          <w:sz w:val="22"/>
          <w:szCs w:val="22"/>
        </w:rPr>
      </w:pPr>
    </w:p>
    <w:p w14:paraId="47947C1D" w14:textId="77777777" w:rsidR="00973492" w:rsidRDefault="00973492">
      <w:pPr>
        <w:pStyle w:val="Default"/>
        <w:jc w:val="right"/>
        <w:rPr>
          <w:sz w:val="22"/>
          <w:szCs w:val="22"/>
        </w:rPr>
      </w:pPr>
    </w:p>
    <w:p w14:paraId="266A4F3C" w14:textId="77777777" w:rsidR="00973492" w:rsidRDefault="00973492">
      <w:pPr>
        <w:pStyle w:val="Default"/>
        <w:spacing w:line="276" w:lineRule="auto"/>
        <w:jc w:val="both"/>
        <w:rPr>
          <w:sz w:val="22"/>
          <w:szCs w:val="22"/>
          <w:u w:val="single"/>
        </w:rPr>
      </w:pPr>
    </w:p>
    <w:p w14:paraId="576E7D73" w14:textId="1BAC7D4F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___l___ sottoscritt __ ______________________________________ nato a _________________________  il ______________, residente  in _____________________________ via ___________________________, in servizio con contratto a t.i. presso codesta istituzione scolastica in qualità di______________________________________________________ ai fini dell’attribuzione del punteggio relativamente alla graduatoria interna di istituto per l’individuazione di eventuali soprannumerari per l’anno scolastico 202</w:t>
      </w:r>
      <w:r w:rsidR="00C313EC">
        <w:rPr>
          <w:sz w:val="22"/>
          <w:szCs w:val="22"/>
        </w:rPr>
        <w:t>1</w:t>
      </w:r>
      <w:r>
        <w:rPr>
          <w:sz w:val="22"/>
          <w:szCs w:val="22"/>
        </w:rPr>
        <w:t>/2</w:t>
      </w:r>
      <w:r w:rsidR="00C313EC">
        <w:rPr>
          <w:sz w:val="22"/>
          <w:szCs w:val="22"/>
        </w:rPr>
        <w:t>2</w:t>
      </w:r>
      <w:r>
        <w:rPr>
          <w:sz w:val="22"/>
          <w:szCs w:val="22"/>
        </w:rPr>
        <w:t>,</w:t>
      </w:r>
    </w:p>
    <w:p w14:paraId="44CF77A6" w14:textId="77777777" w:rsidR="00973492" w:rsidRDefault="004448F8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14:paraId="662DF118" w14:textId="77777777" w:rsidR="00973492" w:rsidRDefault="00973492">
      <w:pPr>
        <w:pStyle w:val="Default"/>
        <w:spacing w:line="276" w:lineRule="auto"/>
        <w:jc w:val="center"/>
        <w:rPr>
          <w:sz w:val="22"/>
          <w:szCs w:val="22"/>
        </w:rPr>
      </w:pPr>
    </w:p>
    <w:p w14:paraId="0B87251A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sotto la propria personale responsabilità ai sensi del D.P.R. 28.12.2000 n° 445, come integrato dall’art.15 L.n.3/2003 e modificato dall’art. 15 L. n. 183/2011, quanto segue: </w:t>
      </w:r>
    </w:p>
    <w:p w14:paraId="5AA701D4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>(</w:t>
      </w:r>
      <w:r>
        <w:rPr>
          <w:b/>
          <w:bCs/>
          <w:sz w:val="22"/>
          <w:szCs w:val="22"/>
        </w:rPr>
        <w:t>Barrare le caselle e compilare le sezioni che interessano</w:t>
      </w:r>
      <w:r>
        <w:rPr>
          <w:sz w:val="22"/>
          <w:szCs w:val="22"/>
        </w:rPr>
        <w:t xml:space="preserve">) </w:t>
      </w:r>
    </w:p>
    <w:p w14:paraId="53FE025F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52ADE6FA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 xml:space="preserve">[_] </w:t>
      </w:r>
      <w:r>
        <w:rPr>
          <w:b/>
          <w:bCs/>
          <w:sz w:val="22"/>
          <w:szCs w:val="22"/>
        </w:rPr>
        <w:t>per il ricongiungimento ai genitori o ai figli per i non coniugati o in caso di separazione o divorzio</w:t>
      </w:r>
    </w:p>
    <w:p w14:paraId="7482F74F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>di essere figli… di _______________________</w:t>
      </w:r>
      <w:proofErr w:type="gramStart"/>
      <w:r>
        <w:rPr>
          <w:sz w:val="22"/>
          <w:szCs w:val="22"/>
        </w:rPr>
        <w:t xml:space="preserve">_  </w:t>
      </w:r>
      <w:r>
        <w:rPr>
          <w:i/>
          <w:sz w:val="22"/>
          <w:szCs w:val="22"/>
        </w:rPr>
        <w:t>(</w:t>
      </w:r>
      <w:proofErr w:type="gramEnd"/>
      <w:r>
        <w:rPr>
          <w:i/>
          <w:sz w:val="22"/>
          <w:szCs w:val="22"/>
        </w:rPr>
        <w:t xml:space="preserve">oppure) </w:t>
      </w:r>
      <w:r>
        <w:rPr>
          <w:sz w:val="22"/>
          <w:szCs w:val="22"/>
        </w:rPr>
        <w:t xml:space="preserve">genitore di_______________________________ residente nel Comune di _______________________ (prov. ___) via/pz ______________________ con cui intende ricongiungersi. </w:t>
      </w:r>
    </w:p>
    <w:p w14:paraId="5F568084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divorziat…. con sentenza del Tribunale di ___________________________________________in data_______________ </w:t>
      </w:r>
    </w:p>
    <w:p w14:paraId="148D3AAC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separat…. consensualmente o legalmente con atto del Trib. di ___________________________in data_______________ </w:t>
      </w:r>
    </w:p>
    <w:p w14:paraId="09108F7C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5B5D47F6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 xml:space="preserve">[_] </w:t>
      </w:r>
      <w:r>
        <w:rPr>
          <w:b/>
          <w:bCs/>
          <w:sz w:val="22"/>
          <w:szCs w:val="22"/>
        </w:rPr>
        <w:t xml:space="preserve">per il ricongiungimento al coniuge </w:t>
      </w:r>
    </w:p>
    <w:p w14:paraId="249E7FE3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coniugat… </w:t>
      </w:r>
      <w:proofErr w:type="gramStart"/>
      <w:r>
        <w:rPr>
          <w:sz w:val="22"/>
          <w:szCs w:val="22"/>
        </w:rPr>
        <w:t>con  _</w:t>
      </w:r>
      <w:proofErr w:type="gramEnd"/>
      <w:r>
        <w:rPr>
          <w:sz w:val="22"/>
          <w:szCs w:val="22"/>
        </w:rPr>
        <w:t xml:space="preserve">______________________________________________  residente nel Comune di ____________________________ (prov.___) via/pz ___________________________ n° ___ dal _____________________ con cui intende ricongiungersi. </w:t>
      </w:r>
    </w:p>
    <w:p w14:paraId="6F9CE0EF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706E16E0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 xml:space="preserve">[_] </w:t>
      </w:r>
      <w:r>
        <w:rPr>
          <w:b/>
          <w:bCs/>
          <w:sz w:val="22"/>
          <w:szCs w:val="22"/>
        </w:rPr>
        <w:t xml:space="preserve">per documentare l'esistenza dei figli </w:t>
      </w:r>
    </w:p>
    <w:p w14:paraId="4A707880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genitore dei seguenti figli residenti nel Comune di__________________________ (prov. ____) </w:t>
      </w:r>
    </w:p>
    <w:p w14:paraId="57CB9A58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 nat…. il _______________________ </w:t>
      </w:r>
    </w:p>
    <w:p w14:paraId="38ED05A0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 nat…. il _______________________ </w:t>
      </w:r>
    </w:p>
    <w:p w14:paraId="77FD94ED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 nat…. il _______________________ </w:t>
      </w:r>
    </w:p>
    <w:p w14:paraId="56474514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maggiorenne affetto da infermità o difetto fisico o mentale causa di inidoneità permanente ed assoluta a proficuo lavoro. </w:t>
      </w:r>
    </w:p>
    <w:p w14:paraId="0731E936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20CC6109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 xml:space="preserve">[_] </w:t>
      </w:r>
      <w:r>
        <w:rPr>
          <w:b/>
          <w:bCs/>
          <w:sz w:val="22"/>
          <w:szCs w:val="22"/>
        </w:rPr>
        <w:t xml:space="preserve">per l'assistenza di figli, coniuge, genitore da ricoverare in istituto di cura </w:t>
      </w:r>
    </w:p>
    <w:p w14:paraId="5BB35462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 che con lo scrivente ha il rapporto di parentela di________________ può essere assistito soltanto nel Comune di ________________________ in quanto nella sede di titolarità non esiste un istituto di cura nel quale il medesimo possa essere assistito.</w:t>
      </w:r>
    </w:p>
    <w:p w14:paraId="09B923B3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1E9B3351" w14:textId="77777777" w:rsidR="00973492" w:rsidRDefault="00973492">
      <w:pPr>
        <w:pStyle w:val="Default"/>
        <w:spacing w:line="276" w:lineRule="auto"/>
        <w:jc w:val="both"/>
        <w:rPr>
          <w:sz w:val="22"/>
          <w:szCs w:val="22"/>
        </w:rPr>
      </w:pPr>
    </w:p>
    <w:p w14:paraId="430C6120" w14:textId="77777777" w:rsidR="00973492" w:rsidRDefault="004448F8">
      <w:pPr>
        <w:pStyle w:val="Default"/>
        <w:spacing w:line="276" w:lineRule="auto"/>
        <w:jc w:val="both"/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Superamento di concorso ordinario di grado pari o superiore </w:t>
      </w:r>
    </w:p>
    <w:p w14:paraId="4CF6D307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aver superato un pubblico concorso per titoli ed esami del Personale Docente per la scuola _________________ bandito dal ___________________________ ai sensi d…. ___________________________ per la classe di concorso/posto_________________________________ </w:t>
      </w:r>
    </w:p>
    <w:p w14:paraId="340A9B8B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15FE01D5" w14:textId="77777777" w:rsidR="00973492" w:rsidRDefault="00973492">
      <w:pPr>
        <w:ind w:left="-284"/>
        <w:rPr>
          <w:rFonts w:ascii="Times New Roman" w:hAnsi="Times New Roman"/>
          <w:b/>
          <w:sz w:val="24"/>
          <w:szCs w:val="24"/>
          <w:shd w:val="clear" w:color="auto" w:fill="FFFF00"/>
        </w:rPr>
      </w:pPr>
    </w:p>
    <w:p w14:paraId="4C991627" w14:textId="77777777" w:rsidR="00973492" w:rsidRDefault="004448F8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</w:rPr>
        <w:t>[  ]</w:t>
      </w:r>
      <w:proofErr w:type="gramEnd"/>
      <w:r>
        <w:rPr>
          <w:rFonts w:cs="Calibri"/>
          <w:b/>
          <w:bCs/>
          <w:color w:val="000000"/>
        </w:rPr>
        <w:t xml:space="preserve"> Personale trasferito d'ufficio nell’ottennio precedente che chiede la continuità</w:t>
      </w:r>
    </w:p>
    <w:p w14:paraId="27F3C4D7" w14:textId="77777777" w:rsidR="00973492" w:rsidRDefault="004448F8">
      <w:pPr>
        <w:spacing w:after="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di essere stat__ trasferit__ d'ufficio da________________________________________________________ (scuola dalla quale si è stati trasferiti d'ufficio nell'ultimo ottennio a partire dal 2012/2013) nell'anno scolastico _____________ e di aver sempre richiesto la medesima sede nelle domande di trasferimento negli anni scolastici successivi:</w:t>
      </w:r>
    </w:p>
    <w:p w14:paraId="4DD32A72" w14:textId="77777777" w:rsidR="00973492" w:rsidRDefault="004448F8">
      <w:pPr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              </w:t>
      </w: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2013/2014</w:t>
      </w:r>
    </w:p>
    <w:p w14:paraId="3910360D" w14:textId="77777777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2014/2015</w:t>
      </w:r>
    </w:p>
    <w:p w14:paraId="3DF65402" w14:textId="77777777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2015/2016</w:t>
      </w:r>
    </w:p>
    <w:p w14:paraId="2E01AEEA" w14:textId="77777777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2016/2017</w:t>
      </w:r>
    </w:p>
    <w:p w14:paraId="11A006DA" w14:textId="77777777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2017/2018</w:t>
      </w:r>
    </w:p>
    <w:p w14:paraId="43338361" w14:textId="77777777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2018/2019</w:t>
      </w:r>
    </w:p>
    <w:p w14:paraId="2A440432" w14:textId="7A0BF545" w:rsidR="00973492" w:rsidRDefault="004448F8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2019/2020</w:t>
      </w:r>
    </w:p>
    <w:p w14:paraId="43E45610" w14:textId="06B0BEFD" w:rsidR="00BB7B00" w:rsidRDefault="00BB7B00" w:rsidP="00BB7B00">
      <w:pPr>
        <w:ind w:firstLine="708"/>
        <w:rPr>
          <w:rFonts w:cs="Calibri"/>
          <w:bCs/>
          <w:color w:val="000000"/>
        </w:rPr>
      </w:pPr>
      <w:proofErr w:type="gramStart"/>
      <w:r>
        <w:rPr>
          <w:rFonts w:cs="Calibri"/>
          <w:bCs/>
          <w:color w:val="000000"/>
        </w:rPr>
        <w:t>[  ]</w:t>
      </w:r>
      <w:proofErr w:type="gramEnd"/>
      <w:r>
        <w:rPr>
          <w:rFonts w:cs="Calibri"/>
          <w:bCs/>
          <w:color w:val="000000"/>
        </w:rPr>
        <w:t xml:space="preserve"> 20</w:t>
      </w:r>
      <w:r w:rsidR="00CA0344">
        <w:rPr>
          <w:rFonts w:cs="Calibri"/>
          <w:bCs/>
          <w:color w:val="000000"/>
        </w:rPr>
        <w:t>20</w:t>
      </w:r>
      <w:r>
        <w:rPr>
          <w:rFonts w:cs="Calibri"/>
          <w:bCs/>
          <w:color w:val="000000"/>
        </w:rPr>
        <w:t>/202</w:t>
      </w:r>
      <w:r w:rsidR="00CA0344">
        <w:rPr>
          <w:rFonts w:cs="Calibri"/>
          <w:bCs/>
          <w:color w:val="000000"/>
        </w:rPr>
        <w:t>1</w:t>
      </w:r>
    </w:p>
    <w:p w14:paraId="54B68B54" w14:textId="07F22CCC" w:rsidR="00BB7B00" w:rsidRDefault="00BB7B00">
      <w:pPr>
        <w:ind w:firstLine="708"/>
        <w:rPr>
          <w:rFonts w:cs="Calibri"/>
          <w:bCs/>
          <w:color w:val="000000"/>
        </w:rPr>
      </w:pPr>
    </w:p>
    <w:p w14:paraId="0E61B17B" w14:textId="77777777" w:rsidR="00973492" w:rsidRDefault="004448F8">
      <w:pPr>
        <w:spacing w:before="120" w:line="0" w:lineRule="atLeast"/>
        <w:ind w:left="-284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[  ]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</w:rPr>
        <w:t>Dichiarazione possesso abilitazione per passaggio di cattedra o di ruolo</w:t>
      </w:r>
    </w:p>
    <w:p w14:paraId="54E281D1" w14:textId="77777777" w:rsidR="00973492" w:rsidRDefault="004448F8">
      <w:pPr>
        <w:spacing w:line="237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di aver conseguito l'abilitazione per la classe di concorso/posto________________________________</w:t>
      </w:r>
    </w:p>
    <w:p w14:paraId="109B095E" w14:textId="77777777" w:rsidR="00973492" w:rsidRDefault="004448F8">
      <w:pPr>
        <w:spacing w:after="120" w:line="0" w:lineRule="atLeas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 seguito di ________________________________________________________________________</w:t>
      </w:r>
    </w:p>
    <w:p w14:paraId="26C317D8" w14:textId="77777777" w:rsidR="00973492" w:rsidRDefault="004448F8">
      <w:pPr>
        <w:spacing w:line="235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============================================================================</w:t>
      </w:r>
    </w:p>
    <w:p w14:paraId="257671E4" w14:textId="77777777" w:rsidR="00973492" w:rsidRDefault="004448F8">
      <w:pPr>
        <w:pStyle w:val="Default"/>
        <w:spacing w:line="276" w:lineRule="auto"/>
        <w:jc w:val="both"/>
      </w:pP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Partecipazione agli Esami di Stato </w:t>
      </w:r>
    </w:p>
    <w:p w14:paraId="4BFC090D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aver partecipato ai nuovi Esami di Stato negli a.s.</w:t>
      </w:r>
    </w:p>
    <w:p w14:paraId="1EF40DAB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 presso ______________________ in qualità di ___________________________________ </w:t>
      </w:r>
    </w:p>
    <w:p w14:paraId="13BD19B6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 presso ______________________ in qualità di __________________________________ </w:t>
      </w:r>
    </w:p>
    <w:p w14:paraId="5890249F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 presso ______________________ in qualità di __________________________________ </w:t>
      </w:r>
    </w:p>
    <w:p w14:paraId="2CD9C8DF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 presso ______________________ in qualità di ___________________________________ </w:t>
      </w:r>
    </w:p>
    <w:p w14:paraId="39FBD613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============================================================================= </w:t>
      </w:r>
    </w:p>
    <w:p w14:paraId="0D506030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5F86B746" w14:textId="77777777" w:rsidR="00973492" w:rsidRDefault="004448F8">
      <w:pPr>
        <w:pStyle w:val="Default"/>
        <w:spacing w:line="276" w:lineRule="auto"/>
        <w:jc w:val="both"/>
      </w:pPr>
      <w:proofErr w:type="gramStart"/>
      <w:r>
        <w:rPr>
          <w:b/>
          <w:bCs/>
          <w:sz w:val="22"/>
          <w:szCs w:val="22"/>
        </w:rPr>
        <w:t>[ ]</w:t>
      </w:r>
      <w:proofErr w:type="gramEnd"/>
      <w:r>
        <w:rPr>
          <w:b/>
          <w:bCs/>
          <w:sz w:val="22"/>
          <w:szCs w:val="22"/>
        </w:rPr>
        <w:t xml:space="preserve"> Corsi di specializzazione/perfezionamento/laurea/dottorato di ricerca </w:t>
      </w:r>
    </w:p>
    <w:p w14:paraId="4E31EE37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di essere in possesso del seguente diploma di specializzazione e/o perfezionamento: </w:t>
      </w:r>
    </w:p>
    <w:p w14:paraId="6C8CA27F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 conseguito il _____________ ai sensi ______________ durata ________ presso _____________________________________ con il superamento di n. _____ esami specifici per ogni materia del corso dei singoli anni e di un esame finale. </w:t>
      </w:r>
    </w:p>
    <w:p w14:paraId="6A42DF44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 di essere in possesso del seguente diploma universitario _______________________________________ </w:t>
      </w:r>
    </w:p>
    <w:p w14:paraId="227C1ABB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conseguito il __________________ presso ____________________________________________________</w:t>
      </w:r>
    </w:p>
    <w:p w14:paraId="0E1A4869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di essere in possesso del titolo di Dottorato di Ricerca _________________________________________ </w:t>
      </w:r>
    </w:p>
    <w:p w14:paraId="21589AC5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conseguito il___________________ presso____________________________________________________ </w:t>
      </w:r>
    </w:p>
    <w:p w14:paraId="5F363B00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3E825B1F" w14:textId="77777777" w:rsidR="00973492" w:rsidRDefault="004448F8">
      <w:pPr>
        <w:pStyle w:val="Default"/>
        <w:spacing w:line="276" w:lineRule="auto"/>
        <w:jc w:val="both"/>
      </w:pPr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[ ]</w:t>
      </w:r>
      <w:proofErr w:type="gramEnd"/>
      <w:r>
        <w:rPr>
          <w:b/>
          <w:bCs/>
          <w:sz w:val="22"/>
          <w:szCs w:val="22"/>
        </w:rPr>
        <w:t xml:space="preserve"> Specializzazione sul sostegno </w:t>
      </w:r>
    </w:p>
    <w:p w14:paraId="29EE9239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aver conseguito il titolo di specializzazione monovalente (udito-vista- psicofisici), polivalente per l’insegnamento su posti di sostegno nella scuola ______________________________ conseguito il ___________________ presso ______________________________________________ ai sensi ______________________ </w:t>
      </w:r>
    </w:p>
    <w:p w14:paraId="406C6601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19921147" w14:textId="77777777" w:rsidR="00973492" w:rsidRDefault="004448F8">
      <w:pPr>
        <w:pStyle w:val="Default"/>
        <w:spacing w:line="276" w:lineRule="auto"/>
        <w:jc w:val="both"/>
      </w:pPr>
      <w:proofErr w:type="gramStart"/>
      <w:r>
        <w:rPr>
          <w:b/>
          <w:bCs/>
          <w:sz w:val="22"/>
          <w:szCs w:val="22"/>
        </w:rPr>
        <w:t>[ ]</w:t>
      </w:r>
      <w:proofErr w:type="gramEnd"/>
      <w:r>
        <w:rPr>
          <w:b/>
          <w:bCs/>
          <w:sz w:val="22"/>
          <w:szCs w:val="22"/>
        </w:rPr>
        <w:t xml:space="preserve"> Dichiarazione di frequenza corso di aggiornamento/formazione linguistica e glottodidattica </w:t>
      </w:r>
    </w:p>
    <w:p w14:paraId="13AD8D43" w14:textId="77777777" w:rsidR="00973492" w:rsidRDefault="004448F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 w14:paraId="04110D39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1D34FAEE" w14:textId="77777777" w:rsidR="00973492" w:rsidRDefault="004448F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[ ]</w:t>
      </w:r>
      <w:proofErr w:type="gramEnd"/>
      <w:r>
        <w:rPr>
          <w:b/>
          <w:bCs/>
          <w:sz w:val="22"/>
          <w:szCs w:val="22"/>
        </w:rPr>
        <w:t xml:space="preserve"> Ai fini dell’assegnazione del punteggio CLIL</w:t>
      </w:r>
    </w:p>
    <w:p w14:paraId="148B5148" w14:textId="77777777" w:rsidR="00973492" w:rsidRDefault="004448F8">
      <w:pPr>
        <w:pStyle w:val="Default"/>
        <w:spacing w:line="276" w:lineRule="auto"/>
        <w:jc w:val="both"/>
      </w:pPr>
      <w:r>
        <w:rPr>
          <w:bCs/>
          <w:sz w:val="22"/>
          <w:szCs w:val="22"/>
        </w:rPr>
        <w:t>Di essere in possesso di CERTIFICAZIONE CLIL (Livello C1 QCER), conseguita il _________ presso</w:t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  <w:t>________________</w:t>
      </w:r>
    </w:p>
    <w:p w14:paraId="3FBA024F" w14:textId="77777777" w:rsidR="00973492" w:rsidRDefault="004448F8">
      <w:pPr>
        <w:pStyle w:val="Default"/>
        <w:spacing w:line="276" w:lineRule="auto"/>
        <w:jc w:val="both"/>
      </w:pPr>
      <w:r>
        <w:rPr>
          <w:bCs/>
          <w:sz w:val="22"/>
          <w:szCs w:val="22"/>
        </w:rPr>
        <w:t>Di essere in possesso di ATTESTATO CLIL (Livello B2 QCER), conseguita il _________ presso</w:t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</w:r>
      <w:r>
        <w:rPr>
          <w:bCs/>
          <w:sz w:val="22"/>
          <w:szCs w:val="22"/>
        </w:rPr>
        <w:softHyphen/>
        <w:t>___________________</w:t>
      </w:r>
    </w:p>
    <w:p w14:paraId="5DF771A8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78D01584" w14:textId="77777777" w:rsidR="00973492" w:rsidRDefault="004448F8">
      <w:pPr>
        <w:pStyle w:val="Default"/>
        <w:spacing w:line="276" w:lineRule="auto"/>
        <w:jc w:val="both"/>
      </w:pPr>
      <w:proofErr w:type="gramStart"/>
      <w:r>
        <w:rPr>
          <w:b/>
          <w:bCs/>
          <w:sz w:val="22"/>
          <w:szCs w:val="22"/>
        </w:rPr>
        <w:t>[ ]</w:t>
      </w:r>
      <w:proofErr w:type="gramEnd"/>
      <w:r>
        <w:rPr>
          <w:b/>
          <w:bCs/>
          <w:sz w:val="22"/>
          <w:szCs w:val="22"/>
        </w:rPr>
        <w:t xml:space="preserve"> Ai fini dell’assegnazione dei 10 punti aggiuntivi </w:t>
      </w:r>
    </w:p>
    <w:p w14:paraId="61D660D6" w14:textId="77777777" w:rsidR="00973492" w:rsidRDefault="004448F8">
      <w:pPr>
        <w:pStyle w:val="Default"/>
        <w:spacing w:line="276" w:lineRule="auto"/>
        <w:jc w:val="both"/>
      </w:pPr>
      <w:r>
        <w:rPr>
          <w:b/>
          <w:bCs/>
          <w:sz w:val="22"/>
          <w:szCs w:val="22"/>
        </w:rPr>
        <w:t xml:space="preserve">О </w:t>
      </w:r>
      <w:r>
        <w:rPr>
          <w:sz w:val="22"/>
          <w:szCs w:val="22"/>
        </w:rPr>
        <w:t xml:space="preserve">di non aver presentato domanda di trasferimento, di passaggio di cattedra e/o di ruolo in ambito provinciale </w:t>
      </w:r>
      <w:r>
        <w:rPr>
          <w:b/>
          <w:bCs/>
          <w:sz w:val="22"/>
          <w:szCs w:val="22"/>
        </w:rPr>
        <w:t xml:space="preserve">per il triennio (a.s. ___________ a.s. _________ a.s. ________) </w:t>
      </w:r>
      <w:r>
        <w:rPr>
          <w:sz w:val="22"/>
          <w:szCs w:val="22"/>
        </w:rPr>
        <w:t xml:space="preserve">a partire dalle operazioni di mobilità per l’a.s. 2000/01 e fino alla mobilità per l’a.s. 2007/08 oppure, pur avendola presentata, di averla revocata nei termini previsti dalle annuali OO.MM. che disciplinano le modalità applicative dei contratti sulla mobilità per i seguenti anni scolastici; </w:t>
      </w:r>
    </w:p>
    <w:p w14:paraId="784DE38E" w14:textId="77777777" w:rsidR="00973492" w:rsidRDefault="004448F8">
      <w:pPr>
        <w:pStyle w:val="Default"/>
        <w:spacing w:line="276" w:lineRule="auto"/>
        <w:jc w:val="both"/>
      </w:pPr>
      <w:r>
        <w:rPr>
          <w:b/>
          <w:bCs/>
          <w:sz w:val="22"/>
          <w:szCs w:val="22"/>
        </w:rPr>
        <w:t xml:space="preserve">О </w:t>
      </w:r>
      <w:r>
        <w:rPr>
          <w:sz w:val="22"/>
          <w:szCs w:val="22"/>
        </w:rPr>
        <w:t xml:space="preserve">di aver presentato domanda solo ai fini del rientro nella scuola di precedente titolarità perché trasferito d’ufficio in quanto soprannumerario; </w:t>
      </w:r>
    </w:p>
    <w:p w14:paraId="5F1FBB6A" w14:textId="77777777" w:rsidR="00973492" w:rsidRDefault="004448F8">
      <w:pPr>
        <w:pStyle w:val="Default"/>
        <w:spacing w:line="276" w:lineRule="auto"/>
        <w:jc w:val="both"/>
      </w:pPr>
      <w:r>
        <w:rPr>
          <w:b/>
          <w:bCs/>
          <w:sz w:val="22"/>
          <w:szCs w:val="22"/>
        </w:rPr>
        <w:t xml:space="preserve">О </w:t>
      </w:r>
      <w:r>
        <w:rPr>
          <w:sz w:val="22"/>
          <w:szCs w:val="22"/>
        </w:rPr>
        <w:t xml:space="preserve">di aver maturato il punteggio aggiuntivo nell’anno scolastico _________ e di averne diritto a tutt’oggi in quanto non utilizzato per trasferimento provinciale od assegnazione provvisoria. </w:t>
      </w:r>
    </w:p>
    <w:p w14:paraId="5F65C306" w14:textId="77777777" w:rsidR="00973492" w:rsidRDefault="00973492">
      <w:pPr>
        <w:pStyle w:val="Default"/>
        <w:spacing w:line="276" w:lineRule="auto"/>
        <w:jc w:val="both"/>
        <w:rPr>
          <w:sz w:val="22"/>
          <w:szCs w:val="22"/>
        </w:rPr>
      </w:pPr>
    </w:p>
    <w:p w14:paraId="5DF79E23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7F7A8033" w14:textId="77777777" w:rsidR="00973492" w:rsidRDefault="0097349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19951C6A" w14:textId="77777777" w:rsidR="00973492" w:rsidRDefault="004448F8">
      <w:pPr>
        <w:pStyle w:val="Default"/>
        <w:spacing w:line="276" w:lineRule="auto"/>
        <w:jc w:val="both"/>
      </w:pPr>
      <w:r>
        <w:rPr>
          <w:bCs/>
          <w:sz w:val="22"/>
          <w:szCs w:val="22"/>
        </w:rPr>
        <w:t xml:space="preserve">DATA __________________ </w:t>
      </w:r>
    </w:p>
    <w:p w14:paraId="086FD9F7" w14:textId="77777777" w:rsidR="00973492" w:rsidRDefault="004448F8">
      <w:pPr>
        <w:jc w:val="right"/>
      </w:pPr>
      <w:r>
        <w:rPr>
          <w:rFonts w:cs="Calibri"/>
          <w:bCs/>
        </w:rPr>
        <w:t>FIRMA __________________________</w:t>
      </w:r>
    </w:p>
    <w:sectPr w:rsidR="00973492">
      <w:pgSz w:w="11906" w:h="16838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1287E" w14:textId="77777777" w:rsidR="00894563" w:rsidRDefault="00894563">
      <w:pPr>
        <w:spacing w:after="0" w:line="240" w:lineRule="auto"/>
      </w:pPr>
      <w:r>
        <w:separator/>
      </w:r>
    </w:p>
  </w:endnote>
  <w:endnote w:type="continuationSeparator" w:id="0">
    <w:p w14:paraId="7B7F60E7" w14:textId="77777777" w:rsidR="00894563" w:rsidRDefault="0089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411A" w14:textId="77777777" w:rsidR="00894563" w:rsidRDefault="0089456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B455DD7" w14:textId="77777777" w:rsidR="00894563" w:rsidRDefault="008945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492"/>
    <w:rsid w:val="004448F8"/>
    <w:rsid w:val="005C7608"/>
    <w:rsid w:val="00894563"/>
    <w:rsid w:val="008C6641"/>
    <w:rsid w:val="00973492"/>
    <w:rsid w:val="00BB7B00"/>
    <w:rsid w:val="00C313EC"/>
    <w:rsid w:val="00CA0344"/>
    <w:rsid w:val="00E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B360A"/>
  <w15:docId w15:val="{A0333436-FE9F-470F-B338-2A775214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6404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PC2</cp:lastModifiedBy>
  <cp:revision>3</cp:revision>
  <cp:lastPrinted>2018-03-21T08:10:00Z</cp:lastPrinted>
  <dcterms:created xsi:type="dcterms:W3CDTF">2021-05-22T09:05:00Z</dcterms:created>
  <dcterms:modified xsi:type="dcterms:W3CDTF">2021-05-22T09:24:00Z</dcterms:modified>
</cp:coreProperties>
</file>